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C851" w14:textId="67B14219" w:rsidR="00C06AE4" w:rsidRPr="00AD1D1B" w:rsidRDefault="002E0EF7" w:rsidP="0037318D">
      <w:pPr>
        <w:rPr>
          <w:rFonts w:ascii="Times New Roman" w:eastAsia="Times New Roman" w:hAnsi="Times New Roman"/>
          <w:kern w:val="20"/>
          <w:lang w:val="et-EE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AE4">
        <w:rPr>
          <w:rFonts w:ascii="Times New Roman" w:eastAsiaTheme="minorHAnsi" w:hAnsi="Times New Roman"/>
          <w:lang w:val="et-EE"/>
        </w:rPr>
        <w:t>R</w:t>
      </w:r>
      <w:r w:rsidR="00C06AE4"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737031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="00C06AE4"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="00C06AE4"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4219D028" w14:textId="6475A186" w:rsidR="00C06AE4" w:rsidRPr="001679AD" w:rsidRDefault="00C06AE4" w:rsidP="00BB44A0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5B7A17">
        <w:rPr>
          <w:rFonts w:ascii="Times New Roman" w:eastAsiaTheme="minorHAnsi" w:hAnsi="Times New Roman"/>
          <w:lang w:val="et-EE"/>
        </w:rPr>
        <w:t>15</w:t>
      </w:r>
      <w:r w:rsidRPr="001679AD">
        <w:rPr>
          <w:rFonts w:ascii="Times New Roman" w:eastAsiaTheme="minorHAnsi" w:hAnsi="Times New Roman"/>
          <w:lang w:val="et-EE"/>
        </w:rPr>
        <w:t>.</w:t>
      </w:r>
      <w:r w:rsidR="00BB5250">
        <w:rPr>
          <w:rFonts w:ascii="Times New Roman" w:eastAsiaTheme="minorHAnsi" w:hAnsi="Times New Roman"/>
          <w:lang w:val="et-EE"/>
        </w:rPr>
        <w:t>0</w:t>
      </w:r>
      <w:r w:rsidR="005B7A17">
        <w:rPr>
          <w:rFonts w:ascii="Times New Roman" w:eastAsiaTheme="minorHAnsi" w:hAnsi="Times New Roman"/>
          <w:lang w:val="et-EE"/>
        </w:rPr>
        <w:t>3</w:t>
      </w:r>
      <w:r>
        <w:rPr>
          <w:rFonts w:ascii="Times New Roman" w:eastAsiaTheme="minorHAnsi" w:hAnsi="Times New Roman"/>
          <w:lang w:val="et-EE"/>
        </w:rPr>
        <w:t>.202</w:t>
      </w:r>
      <w:r w:rsidR="005B7A17">
        <w:rPr>
          <w:rFonts w:ascii="Times New Roman" w:eastAsiaTheme="minorHAnsi" w:hAnsi="Times New Roman"/>
          <w:lang w:val="et-EE"/>
        </w:rPr>
        <w:t>4</w:t>
      </w:r>
      <w:r>
        <w:rPr>
          <w:rFonts w:ascii="Times New Roman" w:eastAsiaTheme="minorHAnsi" w:hAnsi="Times New Roman"/>
          <w:lang w:val="et-EE"/>
        </w:rPr>
        <w:t>.a nr JV-MAA-1/</w:t>
      </w:r>
      <w:r w:rsidR="00737031">
        <w:rPr>
          <w:rFonts w:ascii="Times New Roman" w:eastAsiaTheme="minorHAnsi" w:hAnsi="Times New Roman"/>
          <w:lang w:val="et-EE"/>
        </w:rPr>
        <w:t>1461</w:t>
      </w: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3CF86991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</w:t>
            </w:r>
            <w:r w:rsidR="00021026">
              <w:rPr>
                <w:rFonts w:ascii="Times New Roman" w:hAnsi="Times New Roman" w:cs="Times New Roman"/>
                <w:lang w:val="et-EE"/>
              </w:rPr>
              <w:t>energia</w:t>
            </w:r>
            <w:r w:rsidRPr="001679AD">
              <w:rPr>
                <w:rFonts w:ascii="Times New Roman" w:hAnsi="Times New Roman" w:cs="Times New Roman"/>
                <w:lang w:val="et-EE"/>
              </w:rPr>
              <w:t>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34E1B2C6" w14:textId="18EB4F43" w:rsidR="00BB44A0" w:rsidRPr="005B7A17" w:rsidRDefault="005B7A17" w:rsidP="005B7A1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Valga</w:t>
            </w:r>
            <w:r w:rsidR="00C06AE4" w:rsidRPr="00BB5250">
              <w:rPr>
                <w:rFonts w:ascii="Times New Roman" w:hAnsi="Times New Roman"/>
                <w:b/>
                <w:lang w:val="et-EE"/>
              </w:rPr>
              <w:t xml:space="preserve"> metskond </w:t>
            </w:r>
            <w:r>
              <w:rPr>
                <w:rFonts w:ascii="Times New Roman" w:hAnsi="Times New Roman"/>
                <w:b/>
                <w:lang w:val="et-EE"/>
              </w:rPr>
              <w:t>6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</w:t>
            </w:r>
            <w:r>
              <w:rPr>
                <w:rFonts w:ascii="Times New Roman" w:hAnsi="Times New Roman"/>
                <w:lang w:val="et-EE"/>
              </w:rPr>
              <w:t>Lossi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küla, </w:t>
            </w:r>
            <w:r>
              <w:rPr>
                <w:rFonts w:ascii="Times New Roman" w:hAnsi="Times New Roman"/>
                <w:lang w:val="et-EE"/>
              </w:rPr>
              <w:t>Otepää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vald, V</w:t>
            </w:r>
            <w:r>
              <w:rPr>
                <w:rFonts w:ascii="Times New Roman" w:hAnsi="Times New Roman"/>
                <w:lang w:val="et-EE"/>
              </w:rPr>
              <w:t>alga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 w:rsidR="00BB44A0">
              <w:rPr>
                <w:rFonts w:ascii="Times New Roman" w:hAnsi="Times New Roman"/>
                <w:lang w:val="et-EE"/>
              </w:rPr>
              <w:t>1</w:t>
            </w:r>
            <w:r>
              <w:rPr>
                <w:rFonts w:ascii="Times New Roman" w:hAnsi="Times New Roman"/>
                <w:lang w:val="et-EE"/>
              </w:rPr>
              <w:t>6280850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72402</w:t>
            </w:r>
            <w:r w:rsidR="00C06AE4" w:rsidRPr="00BB5250">
              <w:rPr>
                <w:rFonts w:ascii="Times New Roman" w:hAnsi="Times New Roman"/>
                <w:lang w:val="et-EE"/>
              </w:rPr>
              <w:t>:00</w:t>
            </w:r>
            <w:r w:rsidR="00BB44A0">
              <w:rPr>
                <w:rFonts w:ascii="Times New Roman" w:hAnsi="Times New Roman"/>
                <w:lang w:val="et-EE"/>
              </w:rPr>
              <w:t>2</w:t>
            </w:r>
            <w:r w:rsidR="00C06AE4" w:rsidRPr="00BB5250">
              <w:rPr>
                <w:rFonts w:ascii="Times New Roman" w:hAnsi="Times New Roman"/>
                <w:lang w:val="et-EE"/>
              </w:rPr>
              <w:t>:</w:t>
            </w:r>
            <w:r w:rsidR="006B4B58" w:rsidRPr="00BB5250">
              <w:rPr>
                <w:rFonts w:ascii="Times New Roman" w:hAnsi="Times New Roman"/>
                <w:lang w:val="et-EE"/>
              </w:rPr>
              <w:t>0</w:t>
            </w:r>
            <w:r>
              <w:rPr>
                <w:rFonts w:ascii="Times New Roman" w:hAnsi="Times New Roman"/>
                <w:lang w:val="et-EE"/>
              </w:rPr>
              <w:t>068</w:t>
            </w:r>
            <w:r w:rsidR="00BB44A0">
              <w:rPr>
                <w:rFonts w:ascii="Times New Roman" w:hAnsi="Times New Roman"/>
                <w:lang w:val="et-EE"/>
              </w:rPr>
              <w:t>;</w:t>
            </w: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7C4F3D6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218A68C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</w:p>
          <w:p w14:paraId="55E356CA" w14:textId="116967DF" w:rsidR="00BB44A0" w:rsidRPr="00BB44A0" w:rsidRDefault="005B7A17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Valga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metskond </w:t>
            </w:r>
            <w:r>
              <w:rPr>
                <w:rFonts w:ascii="Times New Roman" w:hAnsi="Times New Roman" w:cs="Times New Roman"/>
                <w:lang w:val="et-EE"/>
              </w:rPr>
              <w:t>6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>
              <w:rPr>
                <w:rFonts w:ascii="Times New Roman" w:hAnsi="Times New Roman" w:cs="Times New Roman"/>
                <w:lang w:val="et-EE"/>
              </w:rPr>
              <w:t>280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="00C06AE4"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BB44A0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 w:rsidR="00BB44A0">
              <w:rPr>
                <w:rFonts w:ascii="Times New Roman" w:hAnsi="Times New Roman" w:cs="Times New Roman"/>
                <w:lang w:val="et-EE"/>
              </w:rPr>
              <w:t xml:space="preserve">elektrikaabli paigaldamiseks 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460C7621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Weiss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 xml:space="preserve">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5B7A17">
              <w:rPr>
                <w:rFonts w:ascii="Times New Roman" w:hAnsi="Times New Roman" w:cs="Times New Roman"/>
                <w:i/>
                <w:lang w:val="et-EE"/>
              </w:rPr>
              <w:t>IP6719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="005B7A17">
              <w:rPr>
                <w:rFonts w:ascii="Times New Roman" w:hAnsi="Times New Roman" w:cs="Times New Roman"/>
                <w:i/>
                <w:lang w:val="et-EE"/>
              </w:rPr>
              <w:t>Villaveski maaüksuse peakaitsme nimivoolu suurendamine Lauküla</w:t>
            </w:r>
            <w:r w:rsidR="000C7520">
              <w:rPr>
                <w:rFonts w:ascii="Times New Roman" w:hAnsi="Times New Roman" w:cs="Times New Roman"/>
                <w:i/>
                <w:lang w:val="et-EE"/>
              </w:rPr>
              <w:t xml:space="preserve"> küla</w:t>
            </w:r>
            <w:r w:rsidR="005B7A17">
              <w:rPr>
                <w:rFonts w:ascii="Times New Roman" w:hAnsi="Times New Roman" w:cs="Times New Roman"/>
                <w:i/>
                <w:lang w:val="et-EE"/>
              </w:rPr>
              <w:t>, Otepää</w:t>
            </w:r>
            <w:r w:rsidR="000C7520">
              <w:rPr>
                <w:rFonts w:ascii="Times New Roman" w:hAnsi="Times New Roman" w:cs="Times New Roman"/>
                <w:i/>
                <w:lang w:val="et-EE"/>
              </w:rPr>
              <w:t xml:space="preserve"> val</w:t>
            </w:r>
            <w:r w:rsidR="005B7A17">
              <w:rPr>
                <w:rFonts w:ascii="Times New Roman" w:hAnsi="Times New Roman" w:cs="Times New Roman"/>
                <w:i/>
                <w:lang w:val="et-EE"/>
              </w:rPr>
              <w:t>d,</w:t>
            </w:r>
            <w:r w:rsidR="000C7520">
              <w:rPr>
                <w:rFonts w:ascii="Times New Roman" w:hAnsi="Times New Roman" w:cs="Times New Roman"/>
                <w:i/>
                <w:lang w:val="et-EE"/>
              </w:rPr>
              <w:t xml:space="preserve"> </w:t>
            </w:r>
            <w:r w:rsidR="005B7A17">
              <w:rPr>
                <w:rFonts w:ascii="Times New Roman" w:hAnsi="Times New Roman" w:cs="Times New Roman"/>
                <w:i/>
                <w:lang w:val="et-EE"/>
              </w:rPr>
              <w:t>Valga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>maa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77777777" w:rsidR="00C06AE4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 volitatud esindaja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26DD2EBA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 w:rsidR="0037318D">
        <w:rPr>
          <w:rFonts w:ascii="Times New Roman" w:eastAsia="Times New Roman" w:hAnsi="Times New Roman"/>
          <w:sz w:val="22"/>
          <w:szCs w:val="20"/>
          <w:lang w:val="et-EE"/>
        </w:rPr>
        <w:t>energia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sectPr w:rsidR="00C06AE4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Faks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proofErr w:type="spellStart"/>
          <w:r w:rsidRPr="0077377F">
            <w:rPr>
              <w:rFonts w:eastAsia="Cambria" w:cs="Arial"/>
              <w:sz w:val="18"/>
              <w:lang w:val="lv-LV"/>
            </w:rPr>
            <w:t>Reg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. </w:t>
          </w:r>
          <w:proofErr w:type="spellStart"/>
          <w:r w:rsidRPr="0077377F">
            <w:rPr>
              <w:rFonts w:eastAsia="Cambria" w:cs="Arial"/>
              <w:sz w:val="18"/>
              <w:lang w:val="lv-LV"/>
            </w:rPr>
            <w:t>kood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5F3E"/>
    <w:multiLevelType w:val="hybridMultilevel"/>
    <w:tmpl w:val="4B2075D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4"/>
  </w:num>
  <w:num w:numId="2" w16cid:durableId="239801373">
    <w:abstractNumId w:val="2"/>
  </w:num>
  <w:num w:numId="3" w16cid:durableId="806359356">
    <w:abstractNumId w:val="3"/>
  </w:num>
  <w:num w:numId="4" w16cid:durableId="475029253">
    <w:abstractNumId w:val="5"/>
  </w:num>
  <w:num w:numId="5" w16cid:durableId="1849055846">
    <w:abstractNumId w:val="0"/>
  </w:num>
  <w:num w:numId="6" w16cid:durableId="180048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21026"/>
    <w:rsid w:val="00064365"/>
    <w:rsid w:val="000B417F"/>
    <w:rsid w:val="000B4850"/>
    <w:rsid w:val="000C7520"/>
    <w:rsid w:val="0011351D"/>
    <w:rsid w:val="00146F8F"/>
    <w:rsid w:val="0019253D"/>
    <w:rsid w:val="001C5F86"/>
    <w:rsid w:val="00210ABD"/>
    <w:rsid w:val="00221EBA"/>
    <w:rsid w:val="002518EE"/>
    <w:rsid w:val="00285687"/>
    <w:rsid w:val="002D4D27"/>
    <w:rsid w:val="002E0EF7"/>
    <w:rsid w:val="002E5D19"/>
    <w:rsid w:val="00312420"/>
    <w:rsid w:val="003531C2"/>
    <w:rsid w:val="003551E2"/>
    <w:rsid w:val="00357C22"/>
    <w:rsid w:val="0037318D"/>
    <w:rsid w:val="00380BEC"/>
    <w:rsid w:val="003B10F3"/>
    <w:rsid w:val="003B4BEA"/>
    <w:rsid w:val="00470107"/>
    <w:rsid w:val="00532D2F"/>
    <w:rsid w:val="0055128C"/>
    <w:rsid w:val="0059539B"/>
    <w:rsid w:val="005B32AE"/>
    <w:rsid w:val="005B7A17"/>
    <w:rsid w:val="005F7499"/>
    <w:rsid w:val="00605B27"/>
    <w:rsid w:val="00627953"/>
    <w:rsid w:val="006466E4"/>
    <w:rsid w:val="006B28B7"/>
    <w:rsid w:val="006B4B58"/>
    <w:rsid w:val="006F595A"/>
    <w:rsid w:val="00737031"/>
    <w:rsid w:val="0077377F"/>
    <w:rsid w:val="007A229D"/>
    <w:rsid w:val="007B7502"/>
    <w:rsid w:val="007D546D"/>
    <w:rsid w:val="0082604D"/>
    <w:rsid w:val="008C0C08"/>
    <w:rsid w:val="008F2A05"/>
    <w:rsid w:val="00945A12"/>
    <w:rsid w:val="009D38F3"/>
    <w:rsid w:val="009D735C"/>
    <w:rsid w:val="009E181A"/>
    <w:rsid w:val="009E1B09"/>
    <w:rsid w:val="00A10F9B"/>
    <w:rsid w:val="00A43A3D"/>
    <w:rsid w:val="00A65739"/>
    <w:rsid w:val="00B33B98"/>
    <w:rsid w:val="00B33BD7"/>
    <w:rsid w:val="00BB44A0"/>
    <w:rsid w:val="00BB5250"/>
    <w:rsid w:val="00C06AE4"/>
    <w:rsid w:val="00C34030"/>
    <w:rsid w:val="00C53640"/>
    <w:rsid w:val="00C919B6"/>
    <w:rsid w:val="00D02BC5"/>
    <w:rsid w:val="00D1404C"/>
    <w:rsid w:val="00D25D80"/>
    <w:rsid w:val="00D4458D"/>
    <w:rsid w:val="00D73D1F"/>
    <w:rsid w:val="00D9171A"/>
    <w:rsid w:val="00DA284C"/>
    <w:rsid w:val="00DB32E4"/>
    <w:rsid w:val="00DD3EA8"/>
    <w:rsid w:val="00DD575E"/>
    <w:rsid w:val="00DF53EA"/>
    <w:rsid w:val="00E33771"/>
    <w:rsid w:val="00E366A1"/>
    <w:rsid w:val="00E65C3E"/>
    <w:rsid w:val="00E91EAF"/>
    <w:rsid w:val="00ED26F8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5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1</Pages>
  <Words>135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3</cp:revision>
  <cp:lastPrinted>2024-03-15T07:04:00Z</cp:lastPrinted>
  <dcterms:created xsi:type="dcterms:W3CDTF">2024-03-15T07:02:00Z</dcterms:created>
  <dcterms:modified xsi:type="dcterms:W3CDTF">2024-03-15T07:04:00Z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